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70AEB" w14:textId="77777777" w:rsidR="005A6D1B" w:rsidRDefault="005A6D1B" w:rsidP="00B45E9E">
      <w:pPr>
        <w:pStyle w:val="Pedmtdopisu"/>
      </w:pPr>
    </w:p>
    <w:p w14:paraId="3B6AC139" w14:textId="77777777" w:rsidR="005A6D1B" w:rsidRDefault="005A6D1B" w:rsidP="00B45E9E">
      <w:pPr>
        <w:pStyle w:val="Pedmtdopisu"/>
      </w:pPr>
    </w:p>
    <w:p w14:paraId="0983781C" w14:textId="77777777" w:rsidR="005A6D1B" w:rsidRDefault="005A6D1B" w:rsidP="005A6D1B">
      <w:pPr>
        <w:pStyle w:val="Oslovenvdopisu"/>
      </w:pPr>
    </w:p>
    <w:p w14:paraId="13A379D4" w14:textId="77777777" w:rsidR="005A6D1B" w:rsidRDefault="005A6D1B" w:rsidP="005A6D1B"/>
    <w:p w14:paraId="01858194" w14:textId="77777777" w:rsidR="005A6D1B" w:rsidRPr="005A6D1B" w:rsidRDefault="005A6D1B" w:rsidP="005A6D1B"/>
    <w:p w14:paraId="79C8A9C8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</w:p>
    <w:p w14:paraId="22266581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Zadání prací</w:t>
      </w:r>
    </w:p>
    <w:p w14:paraId="3610D10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E2F676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B9F02A2" w14:textId="7BD7E8B7" w:rsidR="005A6D1B" w:rsidRDefault="00710F57" w:rsidP="005A6D1B">
      <w:pPr>
        <w:jc w:val="center"/>
        <w:rPr>
          <w:b/>
          <w:noProof/>
          <w:sz w:val="24"/>
          <w:szCs w:val="24"/>
        </w:rPr>
      </w:pPr>
      <w:r w:rsidRPr="00710F57">
        <w:rPr>
          <w:b/>
          <w:noProof/>
          <w:sz w:val="24"/>
          <w:szCs w:val="24"/>
        </w:rPr>
        <w:t xml:space="preserve">Údržba, opravy a odstraňování závad u SSZT </w:t>
      </w:r>
      <w:r w:rsidR="00FC3FFF">
        <w:rPr>
          <w:b/>
          <w:noProof/>
          <w:sz w:val="24"/>
          <w:szCs w:val="24"/>
        </w:rPr>
        <w:t>OŘ OVA 2024</w:t>
      </w:r>
      <w:r w:rsidRPr="00710F57">
        <w:rPr>
          <w:b/>
          <w:noProof/>
          <w:sz w:val="24"/>
          <w:szCs w:val="24"/>
        </w:rPr>
        <w:t xml:space="preserve"> - EZS, EPS a ASHS-202</w:t>
      </w:r>
      <w:r w:rsidR="00FC3FFF">
        <w:rPr>
          <w:b/>
          <w:noProof/>
          <w:sz w:val="24"/>
          <w:szCs w:val="24"/>
        </w:rPr>
        <w:t>4</w:t>
      </w:r>
      <w:r w:rsidRPr="00710F57">
        <w:rPr>
          <w:b/>
          <w:noProof/>
          <w:sz w:val="24"/>
          <w:szCs w:val="24"/>
        </w:rPr>
        <w:t>-202</w:t>
      </w:r>
      <w:r w:rsidR="00FC3FFF">
        <w:rPr>
          <w:b/>
          <w:noProof/>
          <w:sz w:val="24"/>
          <w:szCs w:val="24"/>
        </w:rPr>
        <w:t>6</w:t>
      </w:r>
      <w:r w:rsidRPr="00710F57">
        <w:rPr>
          <w:b/>
          <w:noProof/>
          <w:sz w:val="24"/>
          <w:szCs w:val="24"/>
        </w:rPr>
        <w:t xml:space="preserve"> - oblast </w:t>
      </w:r>
      <w:r w:rsidR="005223F0">
        <w:rPr>
          <w:b/>
          <w:noProof/>
          <w:sz w:val="24"/>
          <w:szCs w:val="24"/>
        </w:rPr>
        <w:t>Olomouc</w:t>
      </w:r>
    </w:p>
    <w:p w14:paraId="5E34D25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B7778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15004FC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C028E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45AAE3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B644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CA1E263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976C277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C0F022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56D38C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BB68C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AE7FB8" w14:textId="2765D937" w:rsidR="005A6D1B" w:rsidRPr="00642CA6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 xml:space="preserve">V Ostravě dne: </w:t>
      </w:r>
      <w:r w:rsidR="00E901DE">
        <w:rPr>
          <w:noProof/>
          <w:sz w:val="16"/>
          <w:szCs w:val="16"/>
        </w:rPr>
        <w:t>únor</w:t>
      </w:r>
      <w:r w:rsidRPr="00642CA6">
        <w:rPr>
          <w:noProof/>
          <w:sz w:val="16"/>
          <w:szCs w:val="16"/>
        </w:rPr>
        <w:t xml:space="preserve"> 202</w:t>
      </w:r>
      <w:r w:rsidR="00FC3FFF">
        <w:rPr>
          <w:noProof/>
          <w:sz w:val="16"/>
          <w:szCs w:val="16"/>
        </w:rPr>
        <w:t>4</w:t>
      </w:r>
    </w:p>
    <w:p w14:paraId="1D6673E3" w14:textId="5ED68F4A" w:rsidR="005A6D1B" w:rsidRPr="00642CA6" w:rsidRDefault="00710F57" w:rsidP="005A6D1B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Zpracoval: Ing. </w:t>
      </w:r>
      <w:r w:rsidR="00FA19C6">
        <w:rPr>
          <w:noProof/>
          <w:sz w:val="16"/>
          <w:szCs w:val="16"/>
        </w:rPr>
        <w:t>Janka Hojgrová</w:t>
      </w:r>
    </w:p>
    <w:p w14:paraId="7E788E3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71F51AD6" w14:textId="77777777" w:rsidR="005A6D1B" w:rsidRDefault="005A6D1B" w:rsidP="005A6D1B">
      <w:pPr>
        <w:tabs>
          <w:tab w:val="left" w:pos="540"/>
        </w:tabs>
        <w:ind w:firstLine="540"/>
        <w:jc w:val="both"/>
      </w:pPr>
    </w:p>
    <w:p w14:paraId="631386F1" w14:textId="4638535C" w:rsidR="005A6D1B" w:rsidRPr="00642CA6" w:rsidRDefault="00CA117A" w:rsidP="005A6D1B">
      <w:pPr>
        <w:jc w:val="both"/>
      </w:pPr>
      <w:r>
        <w:t xml:space="preserve">Předmětem </w:t>
      </w:r>
      <w:r w:rsidR="00865624">
        <w:t xml:space="preserve">zakázky </w:t>
      </w:r>
      <w:r>
        <w:t xml:space="preserve">je </w:t>
      </w:r>
      <w:r w:rsidR="00865624">
        <w:t xml:space="preserve">provádění údržby a oprav </w:t>
      </w:r>
      <w:r>
        <w:t xml:space="preserve">v období od </w:t>
      </w:r>
      <w:r w:rsidR="00933BBD">
        <w:t>1.5.</w:t>
      </w:r>
      <w:r>
        <w:t>202</w:t>
      </w:r>
      <w:r w:rsidR="00FC3FFF">
        <w:t>4</w:t>
      </w:r>
      <w:r>
        <w:t xml:space="preserve"> do </w:t>
      </w:r>
      <w:r w:rsidR="0071131B">
        <w:t>30. 4. 202</w:t>
      </w:r>
      <w:r w:rsidR="00FC3FFF">
        <w:t>6</w:t>
      </w:r>
      <w:r>
        <w:t xml:space="preserve"> na zařízení </w:t>
      </w:r>
      <w:r w:rsidRPr="00642CA6">
        <w:t>EZS, EPS a ASHS</w:t>
      </w:r>
      <w:r>
        <w:t xml:space="preserve"> u </w:t>
      </w:r>
      <w:r w:rsidR="00EA25FD">
        <w:t xml:space="preserve">OŘ </w:t>
      </w:r>
      <w:r w:rsidR="00933BBD">
        <w:t>Ostrava – SSZT</w:t>
      </w:r>
      <w:r>
        <w:t xml:space="preserve"> </w:t>
      </w:r>
      <w:r w:rsidR="005223F0">
        <w:t>Olomouc</w:t>
      </w:r>
      <w:r>
        <w:t xml:space="preserve"> včetně </w:t>
      </w:r>
      <w:r w:rsidRPr="00642CA6">
        <w:t>funkční zkoušk</w:t>
      </w:r>
      <w:r>
        <w:t>y</w:t>
      </w:r>
      <w:r w:rsidRPr="00642CA6">
        <w:t xml:space="preserve"> a kontrol</w:t>
      </w:r>
      <w:r>
        <w:t>y</w:t>
      </w:r>
      <w:r w:rsidRPr="00642CA6">
        <w:t xml:space="preserve"> provozuschopnosti EPS a ASHS podle vyhlášky MV č. 246/2001, funkční zkoušk</w:t>
      </w:r>
      <w:r>
        <w:t>y</w:t>
      </w:r>
      <w:r w:rsidRPr="00642CA6">
        <w:t xml:space="preserve"> a kontrol</w:t>
      </w:r>
      <w:r>
        <w:t>y</w:t>
      </w:r>
      <w:r w:rsidRPr="00642CA6">
        <w:t xml:space="preserve"> provozuschopnosti EZS podle ČSN 50 131 na zařízeních</w:t>
      </w:r>
      <w:r>
        <w:t xml:space="preserve"> uvedenýc</w:t>
      </w:r>
      <w:r w:rsidRPr="000D7420">
        <w:t xml:space="preserve">h </w:t>
      </w:r>
      <w:r w:rsidR="000D7420" w:rsidRPr="000D7420">
        <w:t xml:space="preserve">ve Formuláři pro cenovou </w:t>
      </w:r>
      <w:r w:rsidR="00FA19C6" w:rsidRPr="000D7420">
        <w:t xml:space="preserve">nabídku </w:t>
      </w:r>
      <w:r w:rsidR="00FA19C6">
        <w:t xml:space="preserve">Příloha č. 1 SSZT Olomouc </w:t>
      </w:r>
      <w:r w:rsidR="00FA19C6" w:rsidRPr="000D7420">
        <w:t>Díl</w:t>
      </w:r>
      <w:r w:rsidR="000D7420" w:rsidRPr="000D7420">
        <w:t> </w:t>
      </w:r>
      <w:r w:rsidR="00FA19C6">
        <w:t>1</w:t>
      </w:r>
      <w:r w:rsidR="000D7420" w:rsidRPr="000D7420">
        <w:t xml:space="preserve"> – Dílčí údržba r</w:t>
      </w:r>
      <w:r w:rsidR="000D7420">
        <w:t>o</w:t>
      </w:r>
      <w:r w:rsidR="000D7420" w:rsidRPr="000D7420">
        <w:t>k 202</w:t>
      </w:r>
      <w:r w:rsidR="00FA19C6">
        <w:t>4</w:t>
      </w:r>
      <w:r w:rsidR="000D7420" w:rsidRPr="000D7420">
        <w:t xml:space="preserve"> - cena</w:t>
      </w:r>
      <w:r w:rsidR="0071131B" w:rsidRPr="000D7420">
        <w:t xml:space="preserve">, </w:t>
      </w:r>
      <w:r w:rsidR="00FA19C6">
        <w:t xml:space="preserve">Příloha č. 2 SSZT Olomouc </w:t>
      </w:r>
      <w:r w:rsidR="000D7420" w:rsidRPr="000D7420">
        <w:t>Díl</w:t>
      </w:r>
      <w:r w:rsidR="0071131B" w:rsidRPr="000D7420">
        <w:t xml:space="preserve"> </w:t>
      </w:r>
      <w:r w:rsidR="00FA19C6">
        <w:t>2</w:t>
      </w:r>
      <w:r w:rsidR="0071131B" w:rsidRPr="000D7420">
        <w:t xml:space="preserve"> </w:t>
      </w:r>
      <w:r w:rsidR="000D7420" w:rsidRPr="000D7420">
        <w:t>– Dílčí údržba rok 202</w:t>
      </w:r>
      <w:r w:rsidR="00FA19C6">
        <w:t>5</w:t>
      </w:r>
      <w:r w:rsidR="000D7420" w:rsidRPr="000D7420">
        <w:t xml:space="preserve"> – cena </w:t>
      </w:r>
      <w:r w:rsidR="0071131B" w:rsidRPr="000D7420">
        <w:t xml:space="preserve">a </w:t>
      </w:r>
      <w:r w:rsidR="00FA19C6">
        <w:t xml:space="preserve">Příloha č. 3 SSZT Olomouc </w:t>
      </w:r>
      <w:r w:rsidR="000D7420" w:rsidRPr="000D7420">
        <w:t>Díl</w:t>
      </w:r>
      <w:r w:rsidR="0071131B" w:rsidRPr="000D7420">
        <w:t xml:space="preserve"> </w:t>
      </w:r>
      <w:r w:rsidR="00FA19C6">
        <w:t>3</w:t>
      </w:r>
      <w:r w:rsidR="000D7420" w:rsidRPr="000D7420">
        <w:t xml:space="preserve"> – Dílčí údržba rok 202</w:t>
      </w:r>
      <w:r w:rsidR="00FA19C6">
        <w:t>6</w:t>
      </w:r>
      <w:r w:rsidR="000D7420" w:rsidRPr="000D7420">
        <w:t xml:space="preserve"> - cena</w:t>
      </w:r>
      <w:r w:rsidR="0071131B" w:rsidRPr="000D7420">
        <w:t>.</w:t>
      </w:r>
      <w:r w:rsidR="005A6D1B" w:rsidRPr="000D7420">
        <w:t xml:space="preserve"> Zjištěné</w:t>
      </w:r>
      <w:r w:rsidR="005A6D1B" w:rsidRPr="00642CA6">
        <w:t xml:space="preserve"> závady, kter</w:t>
      </w:r>
      <w:r w:rsidR="005A6D1B">
        <w:t>é</w:t>
      </w:r>
      <w:r w:rsidR="005A6D1B" w:rsidRPr="00642CA6">
        <w:t xml:space="preserve"> nebud</w:t>
      </w:r>
      <w:r w:rsidR="005A6D1B">
        <w:t>ou</w:t>
      </w:r>
      <w:r w:rsidR="005A6D1B" w:rsidRPr="00642CA6">
        <w:t xml:space="preserve"> odstraněn</w:t>
      </w:r>
      <w:r w:rsidR="005A6D1B">
        <w:t>y</w:t>
      </w:r>
      <w:r w:rsidR="005A6D1B" w:rsidRPr="00642CA6">
        <w:t xml:space="preserve"> při </w:t>
      </w:r>
      <w:r w:rsidR="005A6D1B">
        <w:t>funkční zkoušce</w:t>
      </w:r>
      <w:r w:rsidR="005A6D1B" w:rsidRPr="00642CA6">
        <w:t>, bud</w:t>
      </w:r>
      <w:r w:rsidR="005A6D1B">
        <w:t>ou</w:t>
      </w:r>
      <w:r w:rsidR="005A6D1B" w:rsidRPr="00642CA6">
        <w:t xml:space="preserve"> neprodleně nahlášen</w:t>
      </w:r>
      <w:r w:rsidR="005A6D1B">
        <w:t xml:space="preserve">y </w:t>
      </w:r>
      <w:r w:rsidR="005A6D1B" w:rsidRPr="00642CA6">
        <w:t>zadavateli a jej</w:t>
      </w:r>
      <w:r w:rsidR="005A6D1B">
        <w:t>ich</w:t>
      </w:r>
      <w:r w:rsidR="005A6D1B" w:rsidRPr="00642CA6">
        <w:t xml:space="preserve"> odstranění bude řešeno dílčí objednávkou podle smlouvy o dílo. </w:t>
      </w:r>
    </w:p>
    <w:p w14:paraId="7F2CA77C" w14:textId="437DDCED" w:rsidR="005A6D1B" w:rsidRDefault="005A6D1B" w:rsidP="005A6D1B">
      <w:pPr>
        <w:tabs>
          <w:tab w:val="left" w:pos="540"/>
        </w:tabs>
        <w:ind w:firstLine="540"/>
        <w:jc w:val="both"/>
      </w:pPr>
      <w:r w:rsidRPr="00642CA6">
        <w:t xml:space="preserve">Termín provedení jednotlivých revizí, funkčních zkoušek a kontrol provozuschopnosti je dán </w:t>
      </w:r>
      <w:r w:rsidR="000D7420">
        <w:t>požadavkem zadavatele v dílčí smlouvě.</w:t>
      </w:r>
      <w:r>
        <w:t xml:space="preserve"> </w:t>
      </w:r>
    </w:p>
    <w:p w14:paraId="6F223B60" w14:textId="4E10D94A" w:rsidR="005A6D1B" w:rsidRPr="00642CA6" w:rsidRDefault="005A6D1B" w:rsidP="005A6D1B">
      <w:pPr>
        <w:tabs>
          <w:tab w:val="left" w:pos="540"/>
        </w:tabs>
        <w:ind w:firstLine="540"/>
        <w:jc w:val="both"/>
      </w:pPr>
      <w:r>
        <w:t xml:space="preserve">V případě, </w:t>
      </w:r>
      <w:r w:rsidR="00710F57">
        <w:t xml:space="preserve">že </w:t>
      </w:r>
      <w:r>
        <w:t xml:space="preserve">bude zadavatel požadovat během trvání smlouvy provedení revize, resp. funkční zkoušky na zařízení mimo uvedené soupisy, provede ji zhotovitel na základě cenové nabídky, kterou objednatel odsouhlasí. V případě, že nebude objednatel nějakou revizi, resp. </w:t>
      </w:r>
      <w:r w:rsidR="00CA117A">
        <w:t>f</w:t>
      </w:r>
      <w:r>
        <w:t>unkční zkoušku požadovat, např. z důvodu likvidace zařízení, oznámí to zhotoviteli e-mailem.</w:t>
      </w:r>
    </w:p>
    <w:p w14:paraId="0F4CD17B" w14:textId="06B61D2E" w:rsidR="005A6D1B" w:rsidRPr="00642CA6" w:rsidRDefault="005A6D1B" w:rsidP="005A6D1B">
      <w:pPr>
        <w:tabs>
          <w:tab w:val="left" w:pos="540"/>
        </w:tabs>
        <w:ind w:firstLine="540"/>
        <w:jc w:val="both"/>
      </w:pPr>
      <w:r w:rsidRPr="00642CA6">
        <w:t xml:space="preserve">O provedené revizi, funkční zkoušce a kontrole provozuschopnosti EZS, EPS a ASHS zhotovitel předá objednateli protokol ve </w:t>
      </w:r>
      <w:r>
        <w:t xml:space="preserve">třech </w:t>
      </w:r>
      <w:r w:rsidRPr="00642CA6">
        <w:t>vyhotoveních</w:t>
      </w:r>
      <w:r>
        <w:t xml:space="preserve"> (jeden se vrací zhotoviteli)</w:t>
      </w:r>
      <w:r w:rsidR="00CA117A">
        <w:t xml:space="preserve"> a provede zápis v určené a zavedené dokumentaci u daného zařízení</w:t>
      </w:r>
      <w:r w:rsidR="00CA117A" w:rsidRPr="000A5CA4">
        <w:t>.</w:t>
      </w:r>
    </w:p>
    <w:p w14:paraId="3DE2F4C0" w14:textId="2ADBEB48" w:rsidR="004047EC" w:rsidRPr="004E5DC1" w:rsidRDefault="002931C5" w:rsidP="00F60AE4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t>Z</w:t>
      </w:r>
      <w:r w:rsidR="004047EC" w:rsidRPr="009A49B2">
        <w:t>hotovitel</w:t>
      </w:r>
      <w:r>
        <w:t xml:space="preserve"> musí disponovat</w:t>
      </w:r>
      <w:r w:rsidR="004047EC" w:rsidRPr="009A49B2">
        <w:t xml:space="preserve"> osvědčení</w:t>
      </w:r>
      <w:r>
        <w:t>m</w:t>
      </w:r>
      <w:r w:rsidR="004047EC" w:rsidRPr="009A49B2">
        <w:t xml:space="preserve"> k oprávnění vykonávat funkční zkoušky a kontroly </w:t>
      </w:r>
      <w:r w:rsidR="00933BBD" w:rsidRPr="009A49B2">
        <w:t>pro</w:t>
      </w:r>
      <w:r w:rsidR="00933BBD">
        <w:t>vozuschopnosti na</w:t>
      </w:r>
      <w:r w:rsidR="00FC54C6">
        <w:t xml:space="preserve"> zařízení EPS</w:t>
      </w:r>
      <w:r w:rsidR="004047EC" w:rsidRPr="009A49B2">
        <w:t xml:space="preserve"> </w:t>
      </w:r>
      <w:r w:rsidR="004047EC">
        <w:t>typu</w:t>
      </w:r>
      <w:r w:rsidR="004047EC" w:rsidRPr="009A49B2">
        <w:t xml:space="preserve"> </w:t>
      </w:r>
      <w:r w:rsidR="00573B8A" w:rsidRPr="009A49B2">
        <w:t>MHU 10</w:t>
      </w:r>
      <w:r w:rsidR="00573B8A">
        <w:t xml:space="preserve">3, </w:t>
      </w:r>
      <w:r w:rsidR="00573B8A" w:rsidRPr="009A49B2">
        <w:t>MHU 10</w:t>
      </w:r>
      <w:r w:rsidR="00573B8A">
        <w:t xml:space="preserve">6, </w:t>
      </w:r>
      <w:r w:rsidR="004047EC" w:rsidRPr="009A49B2">
        <w:t xml:space="preserve">MHU 109, MHU 110, </w:t>
      </w:r>
      <w:r w:rsidR="00D91326">
        <w:t>MHU 11</w:t>
      </w:r>
      <w:r w:rsidR="00496495">
        <w:t xml:space="preserve">1, </w:t>
      </w:r>
      <w:r w:rsidR="004047EC" w:rsidRPr="009A49B2">
        <w:t xml:space="preserve">MHU 115, </w:t>
      </w:r>
      <w:r w:rsidR="00496495">
        <w:t>MHU 116, MHU117,</w:t>
      </w:r>
      <w:r w:rsidR="00573B8A">
        <w:t xml:space="preserve"> </w:t>
      </w:r>
      <w:proofErr w:type="spellStart"/>
      <w:r w:rsidR="00573B8A">
        <w:t>Syncro</w:t>
      </w:r>
      <w:proofErr w:type="spellEnd"/>
      <w:r w:rsidR="00573B8A">
        <w:t xml:space="preserve"> AS,</w:t>
      </w:r>
      <w:r w:rsidR="004047EC" w:rsidRPr="009A49B2">
        <w:t xml:space="preserve"> </w:t>
      </w:r>
      <w:proofErr w:type="spellStart"/>
      <w:r w:rsidR="0024439E">
        <w:t>Ze</w:t>
      </w:r>
      <w:r w:rsidR="006A2200">
        <w:t>t</w:t>
      </w:r>
      <w:r w:rsidR="0024439E">
        <w:t>tler</w:t>
      </w:r>
      <w:proofErr w:type="spellEnd"/>
      <w:r w:rsidR="0024439E">
        <w:t>,</w:t>
      </w:r>
      <w:r w:rsidR="00933BBD">
        <w:t xml:space="preserve"> zařízení</w:t>
      </w:r>
      <w:r w:rsidR="0024439E">
        <w:t xml:space="preserve"> </w:t>
      </w:r>
      <w:r w:rsidR="00FC54C6" w:rsidRPr="00FC54C6">
        <w:t>ASHS</w:t>
      </w:r>
      <w:r w:rsidR="00FC54C6">
        <w:t xml:space="preserve"> typu</w:t>
      </w:r>
      <w:r w:rsidR="00FC54C6" w:rsidRPr="00FC54C6">
        <w:t xml:space="preserve"> </w:t>
      </w:r>
      <w:r w:rsidR="00573B8A" w:rsidRPr="009A49B2">
        <w:t>BC06</w:t>
      </w:r>
      <w:r w:rsidR="00573B8A">
        <w:t xml:space="preserve">, </w:t>
      </w:r>
      <w:r w:rsidR="004047EC" w:rsidRPr="009A49B2">
        <w:t>Sigma XT</w:t>
      </w:r>
      <w:r w:rsidR="00FA19C6">
        <w:t>, L-ASHS A</w:t>
      </w:r>
      <w:r w:rsidR="00933BBD">
        <w:t>S</w:t>
      </w:r>
      <w:r w:rsidR="00FA19C6">
        <w:t xml:space="preserve"> </w:t>
      </w:r>
      <w:r w:rsidR="004047EC">
        <w:t xml:space="preserve">a pro zařízení EZS typu </w:t>
      </w:r>
      <w:proofErr w:type="spellStart"/>
      <w:r w:rsidR="004047EC">
        <w:t>Galaxy</w:t>
      </w:r>
      <w:proofErr w:type="spellEnd"/>
      <w:r w:rsidR="00933BBD">
        <w:t>.</w:t>
      </w:r>
    </w:p>
    <w:p w14:paraId="110D1C0D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</w:p>
    <w:p w14:paraId="3EF9D35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</w:p>
    <w:p w14:paraId="112CDE43" w14:textId="77777777" w:rsidR="005A6D1B" w:rsidRDefault="005A6D1B" w:rsidP="005A6D1B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1577248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2C7E1A4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19280DE0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30A8F952" w14:textId="77777777" w:rsidR="005A6D1B" w:rsidRDefault="005A6D1B" w:rsidP="005A6D1B">
      <w:pPr>
        <w:tabs>
          <w:tab w:val="left" w:pos="8460"/>
        </w:tabs>
        <w:rPr>
          <w:b/>
          <w:bCs/>
          <w:sz w:val="24"/>
          <w:szCs w:val="24"/>
        </w:rPr>
      </w:pPr>
    </w:p>
    <w:p w14:paraId="5D717DB1" w14:textId="77777777" w:rsidR="005A6D1B" w:rsidRPr="00642CA6" w:rsidRDefault="005A6D1B" w:rsidP="005A6D1B">
      <w:pPr>
        <w:tabs>
          <w:tab w:val="left" w:pos="8460"/>
        </w:tabs>
        <w:rPr>
          <w:b/>
          <w:bCs/>
        </w:rPr>
      </w:pPr>
      <w:r w:rsidRPr="00642CA6">
        <w:rPr>
          <w:b/>
          <w:bCs/>
        </w:rPr>
        <w:t>Přílohy:</w:t>
      </w:r>
    </w:p>
    <w:p w14:paraId="278B2D37" w14:textId="32133DF2" w:rsidR="005A6D1B" w:rsidRDefault="00710F57" w:rsidP="000B4EB8">
      <w:pPr>
        <w:pStyle w:val="Text2-1"/>
        <w:rPr>
          <w:sz w:val="24"/>
          <w:szCs w:val="24"/>
        </w:rPr>
      </w:pPr>
      <w:r w:rsidRPr="004F3B86">
        <w:rPr>
          <w:bCs/>
        </w:rPr>
        <w:t xml:space="preserve">Příloha </w:t>
      </w:r>
      <w:r w:rsidR="004F3B86" w:rsidRPr="004F3B86">
        <w:rPr>
          <w:bCs/>
        </w:rPr>
        <w:t>č. 1</w:t>
      </w:r>
      <w:r w:rsidR="0071131B" w:rsidRPr="004F3B86">
        <w:rPr>
          <w:bCs/>
        </w:rPr>
        <w:t xml:space="preserve"> </w:t>
      </w:r>
      <w:r w:rsidR="0095230D">
        <w:rPr>
          <w:bCs/>
        </w:rPr>
        <w:t>Termíny prohlídek a funkčních zkoušek 2024–2026</w:t>
      </w:r>
      <w:r w:rsidRPr="004F3B86">
        <w:t xml:space="preserve"> </w:t>
      </w:r>
    </w:p>
    <w:p w14:paraId="21525313" w14:textId="77777777" w:rsidR="005A6D1B" w:rsidRDefault="005A6D1B" w:rsidP="005A6D1B">
      <w:pPr>
        <w:tabs>
          <w:tab w:val="left" w:pos="5670"/>
        </w:tabs>
        <w:ind w:left="1134" w:hanging="1134"/>
        <w:rPr>
          <w:sz w:val="24"/>
          <w:szCs w:val="24"/>
        </w:rPr>
      </w:pPr>
    </w:p>
    <w:sectPr w:rsidR="005A6D1B" w:rsidSect="003C3C5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9A792" w14:textId="77777777" w:rsidR="003C3C59" w:rsidRDefault="003C3C59" w:rsidP="00962258">
      <w:pPr>
        <w:spacing w:after="0" w:line="240" w:lineRule="auto"/>
      </w:pPr>
      <w:r>
        <w:separator/>
      </w:r>
    </w:p>
  </w:endnote>
  <w:endnote w:type="continuationSeparator" w:id="0">
    <w:p w14:paraId="341F2195" w14:textId="77777777" w:rsidR="003C3C59" w:rsidRDefault="003C3C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E4B5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FAA7CE" w14:textId="436F397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74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74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451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BBF4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A6D921" w14:textId="77777777" w:rsidR="00F1715C" w:rsidRDefault="00F1715C" w:rsidP="00D831A3">
          <w:pPr>
            <w:pStyle w:val="Zpat"/>
          </w:pPr>
        </w:p>
      </w:tc>
    </w:tr>
  </w:tbl>
  <w:p w14:paraId="4402D3D8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34AC0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3388AB" w14:textId="1A9A285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74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74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0ED0F4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2D72E9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70AFD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16B760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485C9C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B9A79FD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0469635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0EFD4B0B" w14:textId="77777777" w:rsidR="00F1715C" w:rsidRDefault="003E5F1B" w:rsidP="003E5F1B">
          <w:pPr>
            <w:pStyle w:val="Zpat"/>
          </w:pPr>
          <w:r>
            <w:rPr>
              <w:b/>
            </w:rPr>
            <w:t>702</w:t>
          </w:r>
          <w:r w:rsidR="00B45E9E" w:rsidRPr="00B45E9E">
            <w:rPr>
              <w:b/>
            </w:rPr>
            <w:t xml:space="preserve"> 00</w:t>
          </w:r>
          <w:r>
            <w:rPr>
              <w:b/>
            </w:rPr>
            <w:t xml:space="preserve"> Ostrava</w:t>
          </w:r>
        </w:p>
      </w:tc>
    </w:tr>
  </w:tbl>
  <w:p w14:paraId="4DB869E0" w14:textId="77777777" w:rsidR="00F1715C" w:rsidRPr="00B8518B" w:rsidRDefault="00F1715C" w:rsidP="00460660">
    <w:pPr>
      <w:pStyle w:val="Zpat"/>
      <w:rPr>
        <w:sz w:val="2"/>
        <w:szCs w:val="2"/>
      </w:rPr>
    </w:pPr>
  </w:p>
  <w:p w14:paraId="36C28E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082F7" w14:textId="77777777" w:rsidR="003C3C59" w:rsidRDefault="003C3C59" w:rsidP="00962258">
      <w:pPr>
        <w:spacing w:after="0" w:line="240" w:lineRule="auto"/>
      </w:pPr>
      <w:r>
        <w:separator/>
      </w:r>
    </w:p>
  </w:footnote>
  <w:footnote w:type="continuationSeparator" w:id="0">
    <w:p w14:paraId="0E6A7567" w14:textId="77777777" w:rsidR="003C3C59" w:rsidRDefault="003C3C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3EA6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4A5F5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3953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3D3C4A" w14:textId="77777777" w:rsidR="00F1715C" w:rsidRPr="00D6163D" w:rsidRDefault="00F1715C" w:rsidP="00D6163D">
          <w:pPr>
            <w:pStyle w:val="Druhdokumentu"/>
          </w:pPr>
        </w:p>
      </w:tc>
    </w:tr>
  </w:tbl>
  <w:p w14:paraId="6E909CC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3FE9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C9006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205D9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B3F160" w14:textId="77777777" w:rsidR="00F1715C" w:rsidRPr="00D6163D" w:rsidRDefault="00F1715C" w:rsidP="00FC6389">
          <w:pPr>
            <w:pStyle w:val="Druhdokumentu"/>
          </w:pPr>
        </w:p>
      </w:tc>
    </w:tr>
    <w:tr w:rsidR="00F64786" w14:paraId="1BF629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8EFEC3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44D418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894A5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DB32AA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7862F9C" wp14:editId="41DD2460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786CC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995602462">
    <w:abstractNumId w:val="2"/>
  </w:num>
  <w:num w:numId="2" w16cid:durableId="1515804184">
    <w:abstractNumId w:val="1"/>
  </w:num>
  <w:num w:numId="3" w16cid:durableId="5952895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5073053">
    <w:abstractNumId w:val="7"/>
  </w:num>
  <w:num w:numId="5" w16cid:durableId="848570360">
    <w:abstractNumId w:val="3"/>
  </w:num>
  <w:num w:numId="6" w16cid:durableId="563414721">
    <w:abstractNumId w:val="4"/>
  </w:num>
  <w:num w:numId="7" w16cid:durableId="1744599022">
    <w:abstractNumId w:val="0"/>
  </w:num>
  <w:num w:numId="8" w16cid:durableId="1632133556">
    <w:abstractNumId w:val="5"/>
  </w:num>
  <w:num w:numId="9" w16cid:durableId="14917474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4064230">
    <w:abstractNumId w:val="4"/>
  </w:num>
  <w:num w:numId="11" w16cid:durableId="247464516">
    <w:abstractNumId w:val="1"/>
  </w:num>
  <w:num w:numId="12" w16cid:durableId="1810783398">
    <w:abstractNumId w:val="4"/>
  </w:num>
  <w:num w:numId="13" w16cid:durableId="1409767149">
    <w:abstractNumId w:val="4"/>
  </w:num>
  <w:num w:numId="14" w16cid:durableId="1270817465">
    <w:abstractNumId w:val="4"/>
  </w:num>
  <w:num w:numId="15" w16cid:durableId="1394810625">
    <w:abstractNumId w:val="4"/>
  </w:num>
  <w:num w:numId="16" w16cid:durableId="1500119849">
    <w:abstractNumId w:val="2"/>
  </w:num>
  <w:num w:numId="17" w16cid:durableId="1538392302">
    <w:abstractNumId w:val="2"/>
  </w:num>
  <w:num w:numId="18" w16cid:durableId="189532828">
    <w:abstractNumId w:val="2"/>
  </w:num>
  <w:num w:numId="19" w16cid:durableId="326565946">
    <w:abstractNumId w:val="2"/>
  </w:num>
  <w:num w:numId="20" w16cid:durableId="1670535">
    <w:abstractNumId w:val="2"/>
  </w:num>
  <w:num w:numId="21" w16cid:durableId="608242129">
    <w:abstractNumId w:val="2"/>
  </w:num>
  <w:num w:numId="22" w16cid:durableId="257494733">
    <w:abstractNumId w:val="4"/>
  </w:num>
  <w:num w:numId="23" w16cid:durableId="23790927">
    <w:abstractNumId w:val="1"/>
  </w:num>
  <w:num w:numId="24" w16cid:durableId="823086098">
    <w:abstractNumId w:val="4"/>
  </w:num>
  <w:num w:numId="25" w16cid:durableId="711076050">
    <w:abstractNumId w:val="4"/>
  </w:num>
  <w:num w:numId="26" w16cid:durableId="1220286446">
    <w:abstractNumId w:val="4"/>
  </w:num>
  <w:num w:numId="27" w16cid:durableId="1218516098">
    <w:abstractNumId w:val="4"/>
  </w:num>
  <w:num w:numId="28" w16cid:durableId="2088067883">
    <w:abstractNumId w:val="8"/>
  </w:num>
  <w:num w:numId="29" w16cid:durableId="26218196">
    <w:abstractNumId w:val="2"/>
  </w:num>
  <w:num w:numId="30" w16cid:durableId="628974029">
    <w:abstractNumId w:val="8"/>
  </w:num>
  <w:num w:numId="31" w16cid:durableId="276907573">
    <w:abstractNumId w:val="8"/>
  </w:num>
  <w:num w:numId="32" w16cid:durableId="938830284">
    <w:abstractNumId w:val="8"/>
  </w:num>
  <w:num w:numId="33" w16cid:durableId="21438736">
    <w:abstractNumId w:val="8"/>
  </w:num>
  <w:num w:numId="34" w16cid:durableId="547958716">
    <w:abstractNumId w:val="4"/>
  </w:num>
  <w:num w:numId="35" w16cid:durableId="323708523">
    <w:abstractNumId w:val="1"/>
  </w:num>
  <w:num w:numId="36" w16cid:durableId="1504126136">
    <w:abstractNumId w:val="4"/>
  </w:num>
  <w:num w:numId="37" w16cid:durableId="2120907299">
    <w:abstractNumId w:val="4"/>
  </w:num>
  <w:num w:numId="38" w16cid:durableId="254171986">
    <w:abstractNumId w:val="4"/>
  </w:num>
  <w:num w:numId="39" w16cid:durableId="1834836270">
    <w:abstractNumId w:val="4"/>
  </w:num>
  <w:num w:numId="40" w16cid:durableId="25522669">
    <w:abstractNumId w:val="8"/>
  </w:num>
  <w:num w:numId="41" w16cid:durableId="1545092630">
    <w:abstractNumId w:val="2"/>
  </w:num>
  <w:num w:numId="42" w16cid:durableId="1876693266">
    <w:abstractNumId w:val="8"/>
  </w:num>
  <w:num w:numId="43" w16cid:durableId="1339311130">
    <w:abstractNumId w:val="8"/>
  </w:num>
  <w:num w:numId="44" w16cid:durableId="1959141644">
    <w:abstractNumId w:val="8"/>
  </w:num>
  <w:num w:numId="45" w16cid:durableId="62548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1B"/>
    <w:rsid w:val="000071CB"/>
    <w:rsid w:val="00010101"/>
    <w:rsid w:val="00033432"/>
    <w:rsid w:val="000335CC"/>
    <w:rsid w:val="00072C1E"/>
    <w:rsid w:val="000B4EB8"/>
    <w:rsid w:val="000B7907"/>
    <w:rsid w:val="000C0429"/>
    <w:rsid w:val="000D7420"/>
    <w:rsid w:val="00114472"/>
    <w:rsid w:val="00170EC5"/>
    <w:rsid w:val="001747C1"/>
    <w:rsid w:val="0018596A"/>
    <w:rsid w:val="001C4DA0"/>
    <w:rsid w:val="001E7A95"/>
    <w:rsid w:val="0020713D"/>
    <w:rsid w:val="00207DF5"/>
    <w:rsid w:val="0024439E"/>
    <w:rsid w:val="0026785D"/>
    <w:rsid w:val="0028727D"/>
    <w:rsid w:val="002931C5"/>
    <w:rsid w:val="002C31BF"/>
    <w:rsid w:val="002E0CD7"/>
    <w:rsid w:val="002F026B"/>
    <w:rsid w:val="00342E02"/>
    <w:rsid w:val="00357BC6"/>
    <w:rsid w:val="003956C6"/>
    <w:rsid w:val="003C3C59"/>
    <w:rsid w:val="003E5F1B"/>
    <w:rsid w:val="003E75CE"/>
    <w:rsid w:val="004047EC"/>
    <w:rsid w:val="0041380F"/>
    <w:rsid w:val="00450F07"/>
    <w:rsid w:val="00453CD3"/>
    <w:rsid w:val="00455BC7"/>
    <w:rsid w:val="00457B5E"/>
    <w:rsid w:val="00460660"/>
    <w:rsid w:val="00460CCB"/>
    <w:rsid w:val="00474341"/>
    <w:rsid w:val="00477370"/>
    <w:rsid w:val="00486107"/>
    <w:rsid w:val="00491827"/>
    <w:rsid w:val="004926B0"/>
    <w:rsid w:val="00496495"/>
    <w:rsid w:val="004A7C69"/>
    <w:rsid w:val="004C4399"/>
    <w:rsid w:val="004C69ED"/>
    <w:rsid w:val="004C787C"/>
    <w:rsid w:val="004E5DC1"/>
    <w:rsid w:val="004E7904"/>
    <w:rsid w:val="004F3B86"/>
    <w:rsid w:val="004F4B9B"/>
    <w:rsid w:val="00511AB9"/>
    <w:rsid w:val="005223F0"/>
    <w:rsid w:val="00523EA7"/>
    <w:rsid w:val="00551D1F"/>
    <w:rsid w:val="00553375"/>
    <w:rsid w:val="005658A6"/>
    <w:rsid w:val="005722BB"/>
    <w:rsid w:val="005736B7"/>
    <w:rsid w:val="00573B8A"/>
    <w:rsid w:val="00575E5A"/>
    <w:rsid w:val="00596C7E"/>
    <w:rsid w:val="005A217E"/>
    <w:rsid w:val="005A64E9"/>
    <w:rsid w:val="005A6D1B"/>
    <w:rsid w:val="005B5EE9"/>
    <w:rsid w:val="00604B74"/>
    <w:rsid w:val="0061068E"/>
    <w:rsid w:val="00620D21"/>
    <w:rsid w:val="00641B4C"/>
    <w:rsid w:val="00660AD3"/>
    <w:rsid w:val="006A2200"/>
    <w:rsid w:val="006A5570"/>
    <w:rsid w:val="006A689C"/>
    <w:rsid w:val="006B3D79"/>
    <w:rsid w:val="006E0578"/>
    <w:rsid w:val="006E314D"/>
    <w:rsid w:val="00710723"/>
    <w:rsid w:val="00710F57"/>
    <w:rsid w:val="0071131B"/>
    <w:rsid w:val="00723ED1"/>
    <w:rsid w:val="00743525"/>
    <w:rsid w:val="0076286B"/>
    <w:rsid w:val="00764595"/>
    <w:rsid w:val="00766846"/>
    <w:rsid w:val="00772D22"/>
    <w:rsid w:val="0077673A"/>
    <w:rsid w:val="007846E1"/>
    <w:rsid w:val="007A2309"/>
    <w:rsid w:val="007B570C"/>
    <w:rsid w:val="007E4A6E"/>
    <w:rsid w:val="007F56A7"/>
    <w:rsid w:val="00807DD0"/>
    <w:rsid w:val="00813F11"/>
    <w:rsid w:val="00865624"/>
    <w:rsid w:val="008735FE"/>
    <w:rsid w:val="008824AA"/>
    <w:rsid w:val="008A3568"/>
    <w:rsid w:val="008D03B9"/>
    <w:rsid w:val="008F18D6"/>
    <w:rsid w:val="00904780"/>
    <w:rsid w:val="0091045F"/>
    <w:rsid w:val="009113A8"/>
    <w:rsid w:val="00922385"/>
    <w:rsid w:val="009223DF"/>
    <w:rsid w:val="00933BBD"/>
    <w:rsid w:val="00936091"/>
    <w:rsid w:val="00940D8A"/>
    <w:rsid w:val="0095230D"/>
    <w:rsid w:val="00962258"/>
    <w:rsid w:val="009678B7"/>
    <w:rsid w:val="00977190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44328"/>
    <w:rsid w:val="00A6177B"/>
    <w:rsid w:val="00A66136"/>
    <w:rsid w:val="00AA2D6C"/>
    <w:rsid w:val="00AA4CBB"/>
    <w:rsid w:val="00AA65FA"/>
    <w:rsid w:val="00AA7351"/>
    <w:rsid w:val="00AA7E29"/>
    <w:rsid w:val="00AD056F"/>
    <w:rsid w:val="00AD6731"/>
    <w:rsid w:val="00B15D0D"/>
    <w:rsid w:val="00B24177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7E91"/>
    <w:rsid w:val="00BF374D"/>
    <w:rsid w:val="00C02D0A"/>
    <w:rsid w:val="00C03A6E"/>
    <w:rsid w:val="00C30759"/>
    <w:rsid w:val="00C44F6A"/>
    <w:rsid w:val="00C8207D"/>
    <w:rsid w:val="00CA117A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91326"/>
    <w:rsid w:val="00DA6FFE"/>
    <w:rsid w:val="00DC3110"/>
    <w:rsid w:val="00DC7DA5"/>
    <w:rsid w:val="00DD46F3"/>
    <w:rsid w:val="00DD58A6"/>
    <w:rsid w:val="00DE56F2"/>
    <w:rsid w:val="00DF116D"/>
    <w:rsid w:val="00E05C1E"/>
    <w:rsid w:val="00E12C3E"/>
    <w:rsid w:val="00E21B22"/>
    <w:rsid w:val="00E824F1"/>
    <w:rsid w:val="00E901DE"/>
    <w:rsid w:val="00E95F3E"/>
    <w:rsid w:val="00EA25FD"/>
    <w:rsid w:val="00EA6C8D"/>
    <w:rsid w:val="00EB104F"/>
    <w:rsid w:val="00ED14BD"/>
    <w:rsid w:val="00ED3947"/>
    <w:rsid w:val="00F01440"/>
    <w:rsid w:val="00F01C7F"/>
    <w:rsid w:val="00F12DEC"/>
    <w:rsid w:val="00F1715C"/>
    <w:rsid w:val="00F310F8"/>
    <w:rsid w:val="00F35939"/>
    <w:rsid w:val="00F45607"/>
    <w:rsid w:val="00F60AE4"/>
    <w:rsid w:val="00F64786"/>
    <w:rsid w:val="00F659EB"/>
    <w:rsid w:val="00F67710"/>
    <w:rsid w:val="00F862D6"/>
    <w:rsid w:val="00F86BA6"/>
    <w:rsid w:val="00FA19C6"/>
    <w:rsid w:val="00FA3B64"/>
    <w:rsid w:val="00FB15B8"/>
    <w:rsid w:val="00FC3FFF"/>
    <w:rsid w:val="00FC54C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EB50F"/>
  <w14:defaultImageDpi w14:val="32767"/>
  <w15:docId w15:val="{1C5F9727-5486-4AAA-9C27-96ABA994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Text2-1">
    <w:name w:val="_Text_2-1"/>
    <w:basedOn w:val="Odstavecseseznamem"/>
    <w:link w:val="Text2-1Char"/>
    <w:autoRedefine/>
    <w:qFormat/>
    <w:rsid w:val="00710F57"/>
    <w:pPr>
      <w:spacing w:after="120"/>
      <w:ind w:left="851" w:hanging="851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link w:val="Text2-1"/>
    <w:rsid w:val="00710F57"/>
    <w:rPr>
      <w:rFonts w:ascii="Verdana" w:eastAsia="Verdana" w:hAnsi="Verdana" w:cs="Times New Roman"/>
    </w:rPr>
  </w:style>
  <w:style w:type="paragraph" w:styleId="Textkomente">
    <w:name w:val="annotation text"/>
    <w:basedOn w:val="Normln"/>
    <w:link w:val="TextkomenteChar"/>
    <w:uiPriority w:val="99"/>
    <w:rsid w:val="00710F57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0F57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710F5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ZS%20EPS%202020\EPS_2020\Zad&#225;n&#237;%20prac&#237;_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1ACF5026A72345ABC2F0F44DE2644D" ma:contentTypeVersion="16" ma:contentTypeDescription="Vytvoří nový dokument" ma:contentTypeScope="" ma:versionID="8520bae0b84f1d24e4720fd35c016ce0">
  <xsd:schema xmlns:xsd="http://www.w3.org/2001/XMLSchema" xmlns:xs="http://www.w3.org/2001/XMLSchema" xmlns:p="http://schemas.microsoft.com/office/2006/metadata/properties" xmlns:ns3="1ae55bfb-fdeb-42c7-8242-6ef4b73936da" xmlns:ns4="99dec436-0812-41f8-bb25-a57d762fa44a" targetNamespace="http://schemas.microsoft.com/office/2006/metadata/properties" ma:root="true" ma:fieldsID="233c024ca6fa89d20c1b8052232f5c31" ns3:_="" ns4:_="">
    <xsd:import namespace="1ae55bfb-fdeb-42c7-8242-6ef4b73936da"/>
    <xsd:import namespace="99dec436-0812-41f8-bb25-a57d762fa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55bfb-fdeb-42c7-8242-6ef4b7393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dec436-0812-41f8-bb25-a57d762fa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activity xmlns="1ae55bfb-fdeb-42c7-8242-6ef4b73936da" xsi:nil="true"/>
  </documentManagement>
</p:properties>
</file>

<file path=customXml/itemProps1.xml><?xml version="1.0" encoding="utf-8"?>
<ds:datastoreItem xmlns:ds="http://schemas.openxmlformats.org/officeDocument/2006/customXml" ds:itemID="{F2958A6F-B7E8-49E5-98F8-E5EFDE76A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e55bfb-fdeb-42c7-8242-6ef4b73936da"/>
    <ds:schemaRef ds:uri="99dec436-0812-41f8-bb25-a57d762fa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88EBE-9D57-473A-B484-A463F77804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1ae55bfb-fdeb-42c7-8242-6ef4b73936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Zadání prací_.DOTX</Template>
  <TotalTime>36</TotalTime>
  <Pages>2</Pages>
  <Words>292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Hanová Michaela, Ing.</dc:creator>
  <cp:lastModifiedBy>Jüttnerová Andrea, Mgr.</cp:lastModifiedBy>
  <cp:revision>3</cp:revision>
  <cp:lastPrinted>2020-02-11T09:55:00Z</cp:lastPrinted>
  <dcterms:created xsi:type="dcterms:W3CDTF">2024-02-20T14:22:00Z</dcterms:created>
  <dcterms:modified xsi:type="dcterms:W3CDTF">2024-03-21T12:48:00Z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0x010100FA1ACF5026A72345ABC2F0F44DE2644D</vt:lpwstr>
  </property>
</Properties>
</file>